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45C7B2DF" w:rsidR="004B3A7A" w:rsidRDefault="007408B4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F435E2">
              <w:rPr>
                <w:rFonts w:ascii="Times New Roman" w:hAnsi="Times New Roman"/>
                <w:sz w:val="24"/>
                <w:szCs w:val="24"/>
              </w:rPr>
              <w:t>14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155197D6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5-03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276AD3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03.05.2025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09683" w14:textId="77777777" w:rsidR="00B56B0E" w:rsidRDefault="00B56B0E" w:rsidP="0022188E">
      <w:pPr>
        <w:spacing w:after="0" w:line="240" w:lineRule="auto"/>
      </w:pPr>
      <w:r>
        <w:separator/>
      </w:r>
    </w:p>
  </w:endnote>
  <w:endnote w:type="continuationSeparator" w:id="0">
    <w:p w14:paraId="0C946883" w14:textId="77777777" w:rsidR="00B56B0E" w:rsidRDefault="00B56B0E" w:rsidP="0022188E">
      <w:pPr>
        <w:spacing w:after="0" w:line="240" w:lineRule="auto"/>
      </w:pPr>
      <w:r>
        <w:continuationSeparator/>
      </w:r>
    </w:p>
  </w:endnote>
  <w:endnote w:type="continuationNotice" w:id="1">
    <w:p w14:paraId="4D6353B5" w14:textId="77777777" w:rsidR="00B56B0E" w:rsidRDefault="00B56B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84277" w14:textId="77777777" w:rsidR="00B56B0E" w:rsidRDefault="00B56B0E" w:rsidP="0022188E">
      <w:pPr>
        <w:spacing w:after="0" w:line="240" w:lineRule="auto"/>
      </w:pPr>
      <w:r>
        <w:separator/>
      </w:r>
    </w:p>
  </w:footnote>
  <w:footnote w:type="continuationSeparator" w:id="0">
    <w:p w14:paraId="7F2C1E16" w14:textId="77777777" w:rsidR="00B56B0E" w:rsidRDefault="00B56B0E" w:rsidP="0022188E">
      <w:pPr>
        <w:spacing w:after="0" w:line="240" w:lineRule="auto"/>
      </w:pPr>
      <w:r>
        <w:continuationSeparator/>
      </w:r>
    </w:p>
  </w:footnote>
  <w:footnote w:type="continuationNotice" w:id="1">
    <w:p w14:paraId="27A18A77" w14:textId="77777777" w:rsidR="00B56B0E" w:rsidRDefault="00B56B0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92A33"/>
    <w:rsid w:val="00BA358D"/>
    <w:rsid w:val="00BC7093"/>
    <w:rsid w:val="00BC787D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D265A"/>
    <w:rsid w:val="002E2AE0"/>
    <w:rsid w:val="00320969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B5E8D"/>
    <w:rsid w:val="00A24B75"/>
    <w:rsid w:val="00A27A0F"/>
    <w:rsid w:val="00AD1FD5"/>
    <w:rsid w:val="00B400D3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2025-03-05T10:47:00Z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